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8B84505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8D4199">
        <w:rPr>
          <w:rStyle w:val="Strong"/>
          <w:rFonts w:asciiTheme="minorHAnsi" w:hAnsiTheme="minorHAnsi" w:cstheme="minorHAnsi"/>
          <w:lang w:val="en-GB"/>
        </w:rPr>
        <w:t>23-SS003</w:t>
      </w:r>
      <w:r w:rsidR="00C31A7F">
        <w:rPr>
          <w:rStyle w:val="Strong"/>
          <w:rFonts w:asciiTheme="minorHAnsi" w:hAnsiTheme="minorHAnsi" w:cstheme="minorHAnsi"/>
          <w:lang w:val="en-GB"/>
        </w:rPr>
        <w:t>-</w:t>
      </w:r>
      <w:r w:rsidR="008D4199">
        <w:rPr>
          <w:rStyle w:val="Strong"/>
          <w:rFonts w:asciiTheme="minorHAnsi" w:hAnsiTheme="minorHAnsi" w:cstheme="minorHAnsi"/>
          <w:lang w:val="en-GB"/>
        </w:rPr>
        <w:t>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75C1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0F25FC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690137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75C1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3DCC2AD5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2E734A58" w:rsidR="00B0293A" w:rsidRPr="00532E97" w:rsidRDefault="00984E5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</w:t>
            </w:r>
            <w:r w:rsidR="00954905">
              <w:rPr>
                <w:rFonts w:ascii="Calibri" w:hAnsi="Calibri"/>
                <w:szCs w:val="20"/>
              </w:rPr>
              <w:t>/10/2</w:t>
            </w:r>
            <w:r w:rsidR="009718E2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338F6C36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9718E2">
              <w:rPr>
                <w:rFonts w:ascii="Calibri" w:hAnsi="Calibri"/>
                <w:szCs w:val="20"/>
                <w:highlight w:val="yellow"/>
              </w:rPr>
              <w:t>23/10/24</w:t>
            </w:r>
            <w:r w:rsidRPr="00B0293A">
              <w:rPr>
                <w:rFonts w:ascii="Calibri" w:hAnsi="Calibri"/>
                <w:szCs w:val="20"/>
                <w:highlight w:val="yellow"/>
              </w:rPr>
              <w:t>(1</w:t>
            </w:r>
            <w:r w:rsidR="00690137">
              <w:rPr>
                <w:rFonts w:ascii="Calibri" w:hAnsi="Calibri"/>
                <w:szCs w:val="20"/>
                <w:highlight w:val="yellow"/>
              </w:rPr>
              <w:t>6</w:t>
            </w:r>
            <w:r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21600EC1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6C0F71F6" w:rsidR="00B0293A" w:rsidRPr="00532E97" w:rsidRDefault="0095490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24/10/2</w:t>
            </w:r>
            <w:r w:rsidR="009718E2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1461F461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9718E2">
              <w:rPr>
                <w:rFonts w:ascii="Calibri" w:hAnsi="Calibri"/>
                <w:szCs w:val="20"/>
                <w:highlight w:val="yellow"/>
              </w:rPr>
              <w:t>28/10/24</w:t>
            </w:r>
            <w:r w:rsidRPr="00B0293A">
              <w:rPr>
                <w:rFonts w:ascii="Calibri" w:hAnsi="Calibri"/>
                <w:szCs w:val="20"/>
                <w:highlight w:val="yellow"/>
              </w:rPr>
              <w:t>(1</w:t>
            </w:r>
            <w:r w:rsidR="00690137">
              <w:rPr>
                <w:rFonts w:ascii="Calibri" w:hAnsi="Calibri"/>
                <w:szCs w:val="20"/>
                <w:highlight w:val="yellow"/>
              </w:rPr>
              <w:t>6</w:t>
            </w:r>
            <w:r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7871929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1A0842AB" w:rsidR="00B0293A" w:rsidRPr="00532E97" w:rsidRDefault="009718E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954905">
              <w:rPr>
                <w:rFonts w:ascii="Calibri" w:hAnsi="Calibri"/>
                <w:szCs w:val="20"/>
              </w:rPr>
              <w:t>/10/2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F6D8EED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70B455D8" w:rsidR="00B0293A" w:rsidRPr="00532E97" w:rsidRDefault="009718E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954905">
              <w:rPr>
                <w:rFonts w:ascii="Calibri" w:hAnsi="Calibri"/>
                <w:szCs w:val="20"/>
              </w:rPr>
              <w:t>/10/2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5BE95EA8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059FD9DE" w:rsidR="00B0293A" w:rsidRPr="00532E97" w:rsidRDefault="009718E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4</w:t>
            </w:r>
            <w:r w:rsidR="00954905">
              <w:rPr>
                <w:rFonts w:ascii="Calibri" w:hAnsi="Calibri"/>
                <w:szCs w:val="20"/>
              </w:rPr>
              <w:t>/11/2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78B2A42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51EE26D3" w:rsidR="00B0293A" w:rsidRPr="00532E97" w:rsidRDefault="009718E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5</w:t>
            </w:r>
            <w:r w:rsidR="00954905">
              <w:rPr>
                <w:rFonts w:ascii="Calibri" w:hAnsi="Calibri"/>
                <w:szCs w:val="20"/>
              </w:rPr>
              <w:t>/11/2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2E117B57" w:rsidR="00B0293A" w:rsidRPr="00532E97" w:rsidRDefault="009718E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8</w:t>
            </w:r>
            <w:r w:rsidR="009872A1">
              <w:rPr>
                <w:rFonts w:ascii="Calibri" w:hAnsi="Calibri"/>
                <w:szCs w:val="20"/>
              </w:rPr>
              <w:t>/11/2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FFE7D" w14:textId="77777777" w:rsidR="005B21D5" w:rsidRDefault="005B21D5">
      <w:r>
        <w:separator/>
      </w:r>
    </w:p>
  </w:endnote>
  <w:endnote w:type="continuationSeparator" w:id="0">
    <w:p w14:paraId="6ABF4DF6" w14:textId="77777777" w:rsidR="005B21D5" w:rsidRDefault="005B21D5">
      <w:r>
        <w:continuationSeparator/>
      </w:r>
    </w:p>
  </w:endnote>
  <w:endnote w:type="continuationNotice" w:id="1">
    <w:p w14:paraId="6079A376" w14:textId="77777777" w:rsidR="005B21D5" w:rsidRDefault="005B21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28ABFC9B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718E2" w:rsidRPr="009718E2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718E2" w:rsidRPr="009718E2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EC9BBB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31A7F">
      <w:rPr>
        <w:noProof/>
      </w:rPr>
      <w:t>2024-10-17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32CA3" w14:textId="77777777" w:rsidR="005B21D5" w:rsidRDefault="005B21D5">
      <w:r>
        <w:separator/>
      </w:r>
    </w:p>
  </w:footnote>
  <w:footnote w:type="continuationSeparator" w:id="0">
    <w:p w14:paraId="7B645146" w14:textId="77777777" w:rsidR="005B21D5" w:rsidRDefault="005B21D5">
      <w:r>
        <w:continuationSeparator/>
      </w:r>
    </w:p>
  </w:footnote>
  <w:footnote w:type="continuationNotice" w:id="1">
    <w:p w14:paraId="4F1FA25B" w14:textId="77777777" w:rsidR="005B21D5" w:rsidRDefault="005B21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6BA8E078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  <w:lang w:val="en-AU" w:eastAsia="en-AU"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875200">
    <w:abstractNumId w:val="1"/>
  </w:num>
  <w:num w:numId="2" w16cid:durableId="1336229623">
    <w:abstractNumId w:val="10"/>
  </w:num>
  <w:num w:numId="3" w16cid:durableId="697243889">
    <w:abstractNumId w:val="11"/>
  </w:num>
  <w:num w:numId="4" w16cid:durableId="1911841135">
    <w:abstractNumId w:val="4"/>
  </w:num>
  <w:num w:numId="5" w16cid:durableId="2133135698">
    <w:abstractNumId w:val="3"/>
  </w:num>
  <w:num w:numId="6" w16cid:durableId="810631733">
    <w:abstractNumId w:val="7"/>
  </w:num>
  <w:num w:numId="7" w16cid:durableId="1905221136">
    <w:abstractNumId w:val="5"/>
  </w:num>
  <w:num w:numId="8" w16cid:durableId="1970158396">
    <w:abstractNumId w:val="9"/>
  </w:num>
  <w:num w:numId="9" w16cid:durableId="161375">
    <w:abstractNumId w:val="0"/>
  </w:num>
  <w:num w:numId="10" w16cid:durableId="1159737670">
    <w:abstractNumId w:val="8"/>
  </w:num>
  <w:num w:numId="11" w16cid:durableId="357046509">
    <w:abstractNumId w:val="2"/>
  </w:num>
  <w:num w:numId="12" w16cid:durableId="67476400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54E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0FDC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1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2EA6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5176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4199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905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18E2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84E53"/>
    <w:rsid w:val="009872A1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520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1A7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4723E5-6B38-44F9-9BFF-1236BBCB89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4</cp:revision>
  <cp:lastPrinted>2013-10-18T08:32:00Z</cp:lastPrinted>
  <dcterms:created xsi:type="dcterms:W3CDTF">2024-10-16T22:49:00Z</dcterms:created>
  <dcterms:modified xsi:type="dcterms:W3CDTF">2024-10-16T23:26:00Z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